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F8C6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176B207C" w:rsidR="0085747A" w:rsidRPr="002829B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202</w:t>
      </w:r>
      <w:r w:rsidR="00333E23">
        <w:rPr>
          <w:rFonts w:ascii="Corbel" w:hAnsi="Corbel"/>
          <w:b/>
          <w:smallCaps/>
          <w:sz w:val="24"/>
          <w:szCs w:val="24"/>
        </w:rPr>
        <w:t>1</w:t>
      </w:r>
      <w:r w:rsidR="00DC6D0C" w:rsidRPr="002829B0">
        <w:rPr>
          <w:rFonts w:ascii="Corbel" w:hAnsi="Corbel"/>
          <w:b/>
          <w:smallCaps/>
          <w:sz w:val="24"/>
          <w:szCs w:val="24"/>
        </w:rPr>
        <w:t>-202</w:t>
      </w:r>
      <w:r w:rsidR="00333E23">
        <w:rPr>
          <w:rFonts w:ascii="Corbel" w:hAnsi="Corbel"/>
          <w:b/>
          <w:smallCaps/>
          <w:sz w:val="24"/>
          <w:szCs w:val="24"/>
        </w:rPr>
        <w:t>4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BA9BCA5" w14:textId="199AFDBA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333E23">
        <w:rPr>
          <w:rFonts w:ascii="Corbel" w:hAnsi="Corbel"/>
          <w:sz w:val="20"/>
          <w:szCs w:val="20"/>
        </w:rPr>
        <w:t>3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333E23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/C-1.19c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1C260569" w:rsidR="0085747A" w:rsidRPr="00A31F72" w:rsidRDefault="00A31F72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bCs/>
                <w:color w:val="auto"/>
                <w:sz w:val="24"/>
                <w:szCs w:val="24"/>
                <w:lang w:eastAsia="pl-PL"/>
              </w:rPr>
            </w:pPr>
            <w:r w:rsidRPr="00A31F7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Katarzyna Szara, prof. </w:t>
            </w:r>
            <w:proofErr w:type="spellStart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Katarzyna Szara, prof. </w:t>
            </w:r>
            <w:proofErr w:type="spellStart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EEEDA2F" w:rsidR="00015B8F" w:rsidRPr="009C54AE" w:rsidRDefault="00A31F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683855EE" w14:textId="77777777" w:rsidR="00E22D4F" w:rsidRPr="00BA42D1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04E0C046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14:paraId="3D3CE178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F95063E" w14:textId="77777777" w:rsidR="007A484E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14:paraId="331D44E0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684C75F1" w14:textId="77777777" w:rsidR="007A484E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8558786" w14:textId="77777777" w:rsidR="00E22D4F" w:rsidRPr="003A70B6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7AF5C4DF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14:paraId="418EA4AF" w14:textId="77777777" w:rsidR="009E784B" w:rsidRPr="000A6330" w:rsidRDefault="009E784B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397FF16A" w:rsidR="0085747A" w:rsidRPr="009C54AE" w:rsidRDefault="00A31F7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41404F8" w:rsidR="00C61DC5" w:rsidRPr="009C54AE" w:rsidRDefault="00A31F72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J.D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., Pawlak Z., Techniki menedżerskie. Skuteczne zarządzanie firmą, Wyd.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FD6B6" w14:textId="77777777" w:rsidR="00AA5597" w:rsidRDefault="00AA5597" w:rsidP="00C16ABF">
      <w:pPr>
        <w:spacing w:after="0" w:line="240" w:lineRule="auto"/>
      </w:pPr>
      <w:r>
        <w:separator/>
      </w:r>
    </w:p>
  </w:endnote>
  <w:endnote w:type="continuationSeparator" w:id="0">
    <w:p w14:paraId="7C6F3E7A" w14:textId="77777777" w:rsidR="00AA5597" w:rsidRDefault="00AA55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28A36" w14:textId="77777777" w:rsidR="00AA5597" w:rsidRDefault="00AA5597" w:rsidP="00C16ABF">
      <w:pPr>
        <w:spacing w:after="0" w:line="240" w:lineRule="auto"/>
      </w:pPr>
      <w:r>
        <w:separator/>
      </w:r>
    </w:p>
  </w:footnote>
  <w:footnote w:type="continuationSeparator" w:id="0">
    <w:p w14:paraId="5A5A2003" w14:textId="77777777" w:rsidR="00AA5597" w:rsidRDefault="00AA5597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E10"/>
    <w:rsid w:val="00333E23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1F7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59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5DFD5-7171-4E5D-A66B-29649EC4B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3F85B1-E925-404A-93ED-192B15C3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885</Words>
  <Characters>5310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21</cp:revision>
  <cp:lastPrinted>2019-02-06T12:12:00Z</cp:lastPrinted>
  <dcterms:created xsi:type="dcterms:W3CDTF">2020-10-17T18:47:00Z</dcterms:created>
  <dcterms:modified xsi:type="dcterms:W3CDTF">2021-09-03T10:37:00Z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